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2AE" w:rsidRDefault="009512AE" w:rsidP="009512AE">
      <w:pPr>
        <w:ind w:left="9639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>ПРИЛОЖЕНИЕ №</w:t>
      </w:r>
      <w:r w:rsidR="001164EE">
        <w:rPr>
          <w:sz w:val="28"/>
          <w:szCs w:val="28"/>
        </w:rPr>
        <w:t>5</w:t>
      </w:r>
    </w:p>
    <w:p w:rsidR="009512AE" w:rsidRDefault="009512AE" w:rsidP="009512AE">
      <w:pPr>
        <w:ind w:left="9639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</w:p>
    <w:p w:rsidR="00C601D2" w:rsidRDefault="00C601D2" w:rsidP="00C601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9F09AC">
        <w:rPr>
          <w:sz w:val="28"/>
          <w:szCs w:val="28"/>
        </w:rPr>
        <w:t>Андрюков</w:t>
      </w:r>
      <w:r>
        <w:rPr>
          <w:sz w:val="28"/>
          <w:szCs w:val="28"/>
        </w:rPr>
        <w:t>ского сельского поселения</w:t>
      </w:r>
      <w:r w:rsidRPr="002A02AC">
        <w:rPr>
          <w:sz w:val="28"/>
          <w:szCs w:val="28"/>
        </w:rPr>
        <w:t xml:space="preserve"> </w:t>
      </w:r>
    </w:p>
    <w:p w:rsidR="00C601D2" w:rsidRDefault="00C601D2" w:rsidP="00C601D2">
      <w:pPr>
        <w:ind w:left="9639"/>
        <w:jc w:val="center"/>
        <w:rPr>
          <w:sz w:val="28"/>
          <w:szCs w:val="28"/>
        </w:rPr>
      </w:pP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370D6E" w:rsidRDefault="00370D6E" w:rsidP="009512AE">
      <w:pPr>
        <w:jc w:val="center"/>
        <w:rPr>
          <w:b/>
          <w:sz w:val="28"/>
          <w:szCs w:val="28"/>
        </w:rPr>
      </w:pPr>
    </w:p>
    <w:p w:rsidR="009512AE" w:rsidRDefault="009512AE" w:rsidP="00951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ЖУРНАЛ </w:t>
      </w:r>
    </w:p>
    <w:p w:rsidR="009512AE" w:rsidRDefault="009512AE" w:rsidP="00951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учета приема граждан в </w:t>
      </w:r>
      <w:r w:rsidR="00C601D2">
        <w:rPr>
          <w:b/>
          <w:sz w:val="28"/>
          <w:szCs w:val="28"/>
        </w:rPr>
        <w:t xml:space="preserve">администрации </w:t>
      </w:r>
      <w:r w:rsidR="009F09AC">
        <w:rPr>
          <w:b/>
          <w:sz w:val="28"/>
          <w:szCs w:val="28"/>
        </w:rPr>
        <w:t>Андрюков</w:t>
      </w:r>
      <w:r w:rsidR="00C601D2">
        <w:rPr>
          <w:b/>
          <w:sz w:val="28"/>
          <w:szCs w:val="28"/>
        </w:rPr>
        <w:t>ского сельского посе</w:t>
      </w:r>
      <w:r w:rsidR="009F09AC">
        <w:rPr>
          <w:b/>
          <w:sz w:val="28"/>
          <w:szCs w:val="28"/>
        </w:rPr>
        <w:t>л</w:t>
      </w:r>
      <w:bookmarkStart w:id="0" w:name="_GoBack"/>
      <w:bookmarkEnd w:id="0"/>
      <w:r w:rsidR="00C601D2">
        <w:rPr>
          <w:b/>
          <w:sz w:val="28"/>
          <w:szCs w:val="28"/>
        </w:rPr>
        <w:t>ения</w:t>
      </w:r>
    </w:p>
    <w:p w:rsidR="009512AE" w:rsidRDefault="009512AE" w:rsidP="009512AE">
      <w:pPr>
        <w:jc w:val="center"/>
        <w:rPr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2268"/>
        <w:gridCol w:w="2306"/>
        <w:gridCol w:w="1663"/>
        <w:gridCol w:w="3017"/>
        <w:gridCol w:w="567"/>
        <w:gridCol w:w="708"/>
        <w:gridCol w:w="811"/>
        <w:gridCol w:w="709"/>
        <w:gridCol w:w="1418"/>
      </w:tblGrid>
      <w:tr w:rsidR="00370D6E" w:rsidTr="00B370D2">
        <w:trPr>
          <w:trHeight w:val="7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Дата приема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ФИО заявителя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Адрес и телефон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Социальное положение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2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рассмотрения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Примеча-ние</w:t>
            </w:r>
            <w:proofErr w:type="spellEnd"/>
            <w:proofErr w:type="gramEnd"/>
          </w:p>
        </w:tc>
      </w:tr>
      <w:tr w:rsidR="00370D6E" w:rsidTr="00B370D2">
        <w:trPr>
          <w:trHeight w:val="15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0D6E" w:rsidRPr="009512AE" w:rsidRDefault="00370D6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512AE">
              <w:rPr>
                <w:b/>
                <w:sz w:val="22"/>
                <w:szCs w:val="22"/>
              </w:rPr>
              <w:t>разъясн</w:t>
            </w:r>
            <w:r>
              <w:rPr>
                <w:b/>
                <w:sz w:val="22"/>
                <w:szCs w:val="22"/>
              </w:rPr>
              <w:t>ен</w:t>
            </w:r>
            <w:r w:rsidRPr="009512AE">
              <w:rPr>
                <w:b/>
                <w:sz w:val="22"/>
                <w:szCs w:val="22"/>
              </w:rPr>
              <w:t>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0D6E" w:rsidRDefault="00370D6E">
            <w:pPr>
              <w:ind w:left="113" w:right="113"/>
              <w:jc w:val="center"/>
              <w:rPr>
                <w:b/>
              </w:rPr>
            </w:pPr>
            <w:r w:rsidRPr="009512AE">
              <w:rPr>
                <w:b/>
                <w:sz w:val="22"/>
                <w:szCs w:val="22"/>
              </w:rPr>
              <w:t>поддер</w:t>
            </w:r>
            <w:r>
              <w:rPr>
                <w:b/>
              </w:rPr>
              <w:t>жано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0D6E" w:rsidRPr="009512AE" w:rsidRDefault="00370D6E" w:rsidP="00370D6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 меры приняты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0D6E" w:rsidRPr="009512AE" w:rsidRDefault="00B370D2" w:rsidP="00B370D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 </w:t>
            </w:r>
            <w:r w:rsidRPr="009512AE">
              <w:rPr>
                <w:b/>
                <w:sz w:val="22"/>
                <w:szCs w:val="22"/>
              </w:rPr>
              <w:t>поддер</w:t>
            </w:r>
            <w:r>
              <w:rPr>
                <w:b/>
              </w:rPr>
              <w:t>жано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Pr="009512AE" w:rsidRDefault="0037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Pr="009512AE" w:rsidRDefault="0037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</w:tbl>
    <w:p w:rsidR="00370D6E" w:rsidRDefault="00370D6E" w:rsidP="00370D6E">
      <w:pPr>
        <w:rPr>
          <w:sz w:val="28"/>
          <w:szCs w:val="28"/>
        </w:rPr>
      </w:pPr>
    </w:p>
    <w:p w:rsidR="00C601D2" w:rsidRDefault="00C601D2" w:rsidP="00C601D2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C601D2" w:rsidRDefault="00C601D2" w:rsidP="00C601D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9F09AC">
        <w:rPr>
          <w:sz w:val="28"/>
          <w:szCs w:val="28"/>
        </w:rPr>
        <w:t>Андрюков</w:t>
      </w:r>
      <w:r>
        <w:rPr>
          <w:sz w:val="28"/>
          <w:szCs w:val="28"/>
        </w:rPr>
        <w:t>ского</w:t>
      </w:r>
    </w:p>
    <w:p w:rsidR="00C601D2" w:rsidRDefault="00C601D2" w:rsidP="00C601D2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C601D2" w:rsidRDefault="00C601D2" w:rsidP="00C601D2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                                                         </w:t>
      </w:r>
      <w:r w:rsidR="009F09AC">
        <w:rPr>
          <w:sz w:val="28"/>
          <w:szCs w:val="28"/>
        </w:rPr>
        <w:t xml:space="preserve">                </w:t>
      </w:r>
      <w:r w:rsidR="009F09AC">
        <w:rPr>
          <w:sz w:val="28"/>
          <w:szCs w:val="28"/>
        </w:rPr>
        <w:t>Л.Н. Позднякова</w:t>
      </w:r>
    </w:p>
    <w:sectPr w:rsidR="00C601D2" w:rsidSect="009512A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853EC"/>
    <w:multiLevelType w:val="hybridMultilevel"/>
    <w:tmpl w:val="B6987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AE"/>
    <w:rsid w:val="001164EE"/>
    <w:rsid w:val="002E78F6"/>
    <w:rsid w:val="00370D6E"/>
    <w:rsid w:val="009512AE"/>
    <w:rsid w:val="009F09AC"/>
    <w:rsid w:val="00B370D2"/>
    <w:rsid w:val="00C601D2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6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Андрюковская</cp:lastModifiedBy>
  <cp:revision>7</cp:revision>
  <dcterms:created xsi:type="dcterms:W3CDTF">2018-01-16T13:53:00Z</dcterms:created>
  <dcterms:modified xsi:type="dcterms:W3CDTF">2018-02-12T11:38:00Z</dcterms:modified>
</cp:coreProperties>
</file>